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1DB45" w14:textId="77777777" w:rsidR="005E15BF" w:rsidRDefault="00000000">
      <w:pPr>
        <w:jc w:val="right"/>
        <w:rPr>
          <w:b/>
          <w:bCs/>
        </w:rPr>
      </w:pPr>
      <w:r>
        <w:rPr>
          <w:b/>
          <w:bCs/>
        </w:rPr>
        <w:t>Załącznik nr 5 do SWZ</w:t>
      </w:r>
    </w:p>
    <w:p w14:paraId="2775AD2D" w14:textId="77777777" w:rsidR="005E15BF" w:rsidRDefault="005E15BF"/>
    <w:p w14:paraId="68815948" w14:textId="77777777" w:rsidR="005E15BF" w:rsidRDefault="00000000">
      <w:r>
        <w:t>[pieczęć firmowa Wykonawcy]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…………, dnia…………</w:t>
      </w:r>
    </w:p>
    <w:p w14:paraId="454B195D" w14:textId="77777777" w:rsidR="005E15BF" w:rsidRDefault="005E15BF">
      <w:pPr>
        <w:rPr>
          <w:b/>
          <w:bCs/>
        </w:rPr>
      </w:pPr>
    </w:p>
    <w:p w14:paraId="6D18E870" w14:textId="77777777" w:rsidR="005E15BF" w:rsidRDefault="00000000">
      <w:r>
        <w:rPr>
          <w:b/>
          <w:bCs/>
        </w:rPr>
        <w:t>Wykaz dostaw wykonanych nie wcześniej niż w okresie ostatnich 3 lat przed upływem terminu składania ofert albo wniosków o dopuszczenie do udziału w postępowaniu, a jeżeli okres prowadzenia działalności jest krótszy – w tym okresie, wraz z podaniem ich rodzaju, wartości, daty, miejsca wykonania i podmiotów, na rzecz których dostawy te zostały wykonane</w:t>
      </w:r>
    </w:p>
    <w:tbl>
      <w:tblPr>
        <w:tblW w:w="97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3044"/>
        <w:gridCol w:w="1559"/>
        <w:gridCol w:w="1559"/>
        <w:gridCol w:w="1559"/>
        <w:gridCol w:w="1560"/>
      </w:tblGrid>
      <w:tr w:rsidR="005E15BF" w14:paraId="602B642A" w14:textId="77777777">
        <w:tblPrEx>
          <w:tblCellMar>
            <w:top w:w="0" w:type="dxa"/>
            <w:bottom w:w="0" w:type="dxa"/>
          </w:tblCellMar>
        </w:tblPrEx>
        <w:trPr>
          <w:trHeight w:val="970"/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A00DA" w14:textId="77777777" w:rsidR="005E15BF" w:rsidRDefault="00000000">
            <w:r>
              <w:rPr>
                <w:b/>
                <w:bCs/>
              </w:rPr>
              <w:t>Lp.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FA841" w14:textId="77777777" w:rsidR="005E15BF" w:rsidRDefault="00000000">
            <w:r>
              <w:rPr>
                <w:b/>
                <w:bCs/>
              </w:rPr>
              <w:t>Rodzaj dostawy*)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67F3C" w14:textId="77777777" w:rsidR="005E15BF" w:rsidRDefault="00000000">
            <w:r>
              <w:rPr>
                <w:b/>
                <w:bCs/>
              </w:rPr>
              <w:t>Data wykonania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BEE6D" w14:textId="77777777" w:rsidR="005E15BF" w:rsidRDefault="00000000">
            <w:pPr>
              <w:rPr>
                <w:b/>
                <w:bCs/>
              </w:rPr>
            </w:pPr>
            <w:r>
              <w:rPr>
                <w:b/>
                <w:bCs/>
              </w:rPr>
              <w:t>Miejsce wykonania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69CF9" w14:textId="77777777" w:rsidR="005E15BF" w:rsidRDefault="00000000">
            <w:r>
              <w:rPr>
                <w:b/>
                <w:bCs/>
              </w:rPr>
              <w:t>Wartość z </w:t>
            </w:r>
            <w:r>
              <w:rPr>
                <w:b/>
                <w:bCs/>
                <w:lang w:val="en-US"/>
              </w:rPr>
              <w:t>VAT **)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0B9F9" w14:textId="77777777" w:rsidR="005E15BF" w:rsidRDefault="00000000">
            <w:r>
              <w:rPr>
                <w:b/>
                <w:bCs/>
              </w:rPr>
              <w:t>Podmiot na rzecz, którego dostawa została wykonana</w:t>
            </w:r>
          </w:p>
        </w:tc>
      </w:tr>
      <w:tr w:rsidR="005E15BF" w14:paraId="7AB65D0A" w14:textId="77777777">
        <w:tblPrEx>
          <w:tblCellMar>
            <w:top w:w="0" w:type="dxa"/>
            <w:bottom w:w="0" w:type="dxa"/>
          </w:tblCellMar>
        </w:tblPrEx>
        <w:trPr>
          <w:trHeight w:val="970"/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E8FDF" w14:textId="77777777" w:rsidR="005E15BF" w:rsidRDefault="005E15BF">
            <w:pPr>
              <w:rPr>
                <w:b/>
                <w:bCs/>
              </w:rPr>
            </w:pPr>
          </w:p>
          <w:p w14:paraId="72D25E70" w14:textId="77777777" w:rsidR="005E15BF" w:rsidRDefault="00000000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DD56B" w14:textId="77777777" w:rsidR="005E15BF" w:rsidRDefault="005E15BF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11E8B" w14:textId="77777777" w:rsidR="005E15BF" w:rsidRDefault="005E15BF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DAEF0" w14:textId="77777777" w:rsidR="005E15BF" w:rsidRDefault="005E15BF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CEB28" w14:textId="77777777" w:rsidR="005E15BF" w:rsidRDefault="005E15BF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61954" w14:textId="77777777" w:rsidR="005E15BF" w:rsidRDefault="005E15BF"/>
        </w:tc>
      </w:tr>
      <w:tr w:rsidR="005E15BF" w14:paraId="57032A29" w14:textId="77777777">
        <w:tblPrEx>
          <w:tblCellMar>
            <w:top w:w="0" w:type="dxa"/>
            <w:bottom w:w="0" w:type="dxa"/>
          </w:tblCellMar>
        </w:tblPrEx>
        <w:trPr>
          <w:trHeight w:val="970"/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C4B4F" w14:textId="77777777" w:rsidR="005E15BF" w:rsidRDefault="005E15BF">
            <w:pPr>
              <w:rPr>
                <w:b/>
                <w:bCs/>
              </w:rPr>
            </w:pPr>
          </w:p>
          <w:p w14:paraId="7581E725" w14:textId="77777777" w:rsidR="005E15BF" w:rsidRDefault="00000000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D614B" w14:textId="77777777" w:rsidR="005E15BF" w:rsidRDefault="005E15BF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A2E9F" w14:textId="77777777" w:rsidR="005E15BF" w:rsidRDefault="005E15BF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B6254" w14:textId="77777777" w:rsidR="005E15BF" w:rsidRDefault="005E15BF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7FED0" w14:textId="77777777" w:rsidR="005E15BF" w:rsidRDefault="005E15BF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76AA6" w14:textId="77777777" w:rsidR="005E15BF" w:rsidRDefault="005E15BF"/>
        </w:tc>
      </w:tr>
      <w:tr w:rsidR="005E15BF" w14:paraId="6E986036" w14:textId="77777777">
        <w:tblPrEx>
          <w:tblCellMar>
            <w:top w:w="0" w:type="dxa"/>
            <w:bottom w:w="0" w:type="dxa"/>
          </w:tblCellMar>
        </w:tblPrEx>
        <w:trPr>
          <w:trHeight w:val="970"/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54827" w14:textId="77777777" w:rsidR="005E15BF" w:rsidRDefault="005E15BF">
            <w:pPr>
              <w:rPr>
                <w:b/>
                <w:bCs/>
              </w:rPr>
            </w:pPr>
          </w:p>
          <w:p w14:paraId="415DD12A" w14:textId="77777777" w:rsidR="005E15BF" w:rsidRDefault="00000000">
            <w:pPr>
              <w:rPr>
                <w:b/>
                <w:bCs/>
              </w:rPr>
            </w:pPr>
            <w:r>
              <w:rPr>
                <w:b/>
                <w:bCs/>
              </w:rPr>
              <w:t>…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E1FA9" w14:textId="77777777" w:rsidR="005E15BF" w:rsidRDefault="005E15BF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16358" w14:textId="77777777" w:rsidR="005E15BF" w:rsidRDefault="005E15BF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D15B7" w14:textId="77777777" w:rsidR="005E15BF" w:rsidRDefault="005E15BF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6D2CB" w14:textId="77777777" w:rsidR="005E15BF" w:rsidRDefault="005E15BF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169E6" w14:textId="77777777" w:rsidR="005E15BF" w:rsidRDefault="005E15BF"/>
        </w:tc>
      </w:tr>
    </w:tbl>
    <w:p w14:paraId="66AFF8A4" w14:textId="77777777" w:rsidR="005E15BF" w:rsidRDefault="005E15BF"/>
    <w:p w14:paraId="07E2A3B1" w14:textId="77777777" w:rsidR="005E15BF" w:rsidRDefault="00000000">
      <w:r>
        <w:t>Do każdej zrealizowanej dostawy należy dołączyć dowody określające, czy dostawy te zostały wykonane należycie.</w:t>
      </w:r>
    </w:p>
    <w:p w14:paraId="1CAE774C" w14:textId="77777777" w:rsidR="005E15BF" w:rsidRDefault="00000000">
      <w:r>
        <w:rPr>
          <w:b/>
          <w:bCs/>
          <w:lang w:val="fr-FR"/>
        </w:rPr>
        <w:t>*)</w:t>
      </w:r>
      <w:r>
        <w:tab/>
        <w:t>należy podać dokładne informacje, pozwalające jednoznacznie stwierdzić, czy Wykonawca spełnia warunek określony w Rozdz. V ust. 1 lit. b) SWZ.</w:t>
      </w:r>
    </w:p>
    <w:p w14:paraId="6C2368B6" w14:textId="77777777" w:rsidR="005E15BF" w:rsidRDefault="00000000">
      <w:r>
        <w:rPr>
          <w:b/>
          <w:bCs/>
        </w:rPr>
        <w:t>**)</w:t>
      </w:r>
      <w:r>
        <w:tab/>
        <w:t>należy podać wartość w złotych (PLN).</w:t>
      </w:r>
    </w:p>
    <w:p w14:paraId="2575009C" w14:textId="77777777" w:rsidR="005E15BF" w:rsidRDefault="00000000">
      <w:pPr>
        <w:rPr>
          <w:b/>
          <w:bCs/>
        </w:rPr>
      </w:pPr>
      <w:r>
        <w:rPr>
          <w:b/>
          <w:bCs/>
        </w:rPr>
        <w:tab/>
      </w:r>
    </w:p>
    <w:p w14:paraId="14A52921" w14:textId="77777777" w:rsidR="005E15BF" w:rsidRDefault="005E15BF">
      <w:pPr>
        <w:rPr>
          <w:b/>
          <w:bCs/>
        </w:rPr>
      </w:pPr>
    </w:p>
    <w:p w14:paraId="1F27A345" w14:textId="77777777" w:rsidR="005E15BF" w:rsidRDefault="005E15BF"/>
    <w:tbl>
      <w:tblPr>
        <w:tblW w:w="9066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91"/>
        <w:gridCol w:w="1546"/>
        <w:gridCol w:w="3229"/>
      </w:tblGrid>
      <w:tr w:rsidR="005E15BF" w14:paraId="3CA8B1FD" w14:textId="77777777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4291" w:type="dxa"/>
            <w:tcBorders>
              <w:top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F3E18" w14:textId="77777777" w:rsidR="005E15BF" w:rsidRDefault="00000000">
            <w:r>
              <w:t>(miejscowość</w:t>
            </w:r>
            <w:r>
              <w:rPr>
                <w:lang w:val="nl-NL"/>
              </w:rPr>
              <w:t>, data)</w:t>
            </w:r>
          </w:p>
        </w:tc>
        <w:tc>
          <w:tcPr>
            <w:tcW w:w="15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E091E" w14:textId="77777777" w:rsidR="005E15BF" w:rsidRDefault="005E15BF"/>
        </w:tc>
        <w:tc>
          <w:tcPr>
            <w:tcW w:w="3229" w:type="dxa"/>
            <w:tcBorders>
              <w:top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09B0A" w14:textId="77777777" w:rsidR="005E15BF" w:rsidRDefault="00000000">
            <w:r>
              <w:t xml:space="preserve">(podpis przedstawiciela upoważnionego </w:t>
            </w:r>
            <w:r>
              <w:br/>
              <w:t>do reprezentacji Wykonawcy)</w:t>
            </w:r>
          </w:p>
        </w:tc>
      </w:tr>
    </w:tbl>
    <w:p w14:paraId="2EC10B35" w14:textId="77777777" w:rsidR="005E15BF" w:rsidRDefault="005E15BF"/>
    <w:sectPr w:rsidR="005E15B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777D3" w14:textId="77777777" w:rsidR="00171A8D" w:rsidRDefault="00171A8D">
      <w:pPr>
        <w:spacing w:after="0" w:line="240" w:lineRule="auto"/>
      </w:pPr>
      <w:r>
        <w:separator/>
      </w:r>
    </w:p>
  </w:endnote>
  <w:endnote w:type="continuationSeparator" w:id="0">
    <w:p w14:paraId="4DB656E5" w14:textId="77777777" w:rsidR="00171A8D" w:rsidRDefault="00171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C4513" w14:textId="77777777" w:rsidR="00171A8D" w:rsidRDefault="00171A8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F7025D6" w14:textId="77777777" w:rsidR="00171A8D" w:rsidRDefault="00171A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E15BF"/>
    <w:rsid w:val="00171A8D"/>
    <w:rsid w:val="005E15BF"/>
    <w:rsid w:val="006F21FA"/>
    <w:rsid w:val="00E5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1A00E"/>
  <w15:docId w15:val="{EE694C63-A2EB-4EA2-B058-BD10B53C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842</Characters>
  <Application>Microsoft Office Word</Application>
  <DocSecurity>0</DocSecurity>
  <Lines>7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JDomanska</dc:creator>
  <dc:description/>
  <cp:lastModifiedBy>DKolbuk</cp:lastModifiedBy>
  <cp:revision>2</cp:revision>
  <dcterms:created xsi:type="dcterms:W3CDTF">2026-02-23T10:46:00Z</dcterms:created>
  <dcterms:modified xsi:type="dcterms:W3CDTF">2026-02-23T10:46:00Z</dcterms:modified>
</cp:coreProperties>
</file>